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49" w:rsidRDefault="00610349" w:rsidP="00FD0ED8">
      <w:pPr>
        <w:pStyle w:val="NormalWeb"/>
        <w:spacing w:before="2" w:after="2"/>
      </w:pPr>
      <w:r w:rsidRPr="00FD0ED8">
        <w:t xml:space="preserve">Collins Writing:  Go to Powerschool.  </w:t>
      </w:r>
    </w:p>
    <w:p w:rsidR="00610349" w:rsidRPr="00FD0ED8" w:rsidRDefault="00610349" w:rsidP="00FD0ED8">
      <w:pPr>
        <w:pStyle w:val="NormalWeb"/>
        <w:spacing w:before="2" w:after="2"/>
      </w:pPr>
    </w:p>
    <w:p w:rsidR="00610349" w:rsidRPr="00FD0ED8" w:rsidRDefault="00610349" w:rsidP="00FD0ED8">
      <w:pPr>
        <w:pStyle w:val="NormalWeb"/>
        <w:spacing w:before="2" w:after="2"/>
      </w:pPr>
      <w:r w:rsidRPr="00FD0ED8">
        <w:t>What is your grade at this point?  What</w:t>
      </w:r>
      <w:r>
        <w:t xml:space="preserve"> was your percentage from last week</w:t>
      </w:r>
      <w:r w:rsidRPr="00FD0ED8">
        <w:t>?</w:t>
      </w:r>
      <w:r>
        <w:t xml:space="preserve">  What is your percentage this week?  Look back on week 12.  Did you complete all 4 assignments?  How did you do on these assignments? </w:t>
      </w:r>
      <w:r w:rsidRPr="00FD0ED8">
        <w:t xml:space="preserve">  Did you come to help session Tuesday or Wednesday?  What could you do to improve your grade this week?  </w:t>
      </w:r>
    </w:p>
    <w:p w:rsidR="00610349" w:rsidRDefault="00610349" w:rsidP="00FD0ED8">
      <w:pPr>
        <w:pStyle w:val="NormalWeb"/>
        <w:spacing w:before="2" w:after="2"/>
      </w:pPr>
    </w:p>
    <w:p w:rsidR="00610349" w:rsidRDefault="00610349" w:rsidP="00FD0ED8">
      <w:pPr>
        <w:pStyle w:val="NormalWeb"/>
        <w:spacing w:before="2" w:after="2"/>
      </w:pPr>
    </w:p>
    <w:p w:rsidR="00610349" w:rsidRPr="00FD0ED8" w:rsidRDefault="00610349" w:rsidP="00FD0ED8">
      <w:pPr>
        <w:pStyle w:val="NormalWeb"/>
        <w:spacing w:before="2" w:after="2"/>
      </w:pPr>
      <w:r w:rsidRPr="00FD0ED8">
        <w:t>  ___ 5 lines typed</w:t>
      </w:r>
    </w:p>
    <w:p w:rsidR="00610349" w:rsidRPr="00FD0ED8" w:rsidRDefault="00610349" w:rsidP="00FD0ED8">
      <w:pPr>
        <w:pStyle w:val="NormalWeb"/>
        <w:spacing w:before="2" w:after="2"/>
      </w:pPr>
      <w:r>
        <w:t>  ___  explains how you did on last week’s assignments</w:t>
      </w:r>
    </w:p>
    <w:p w:rsidR="00610349" w:rsidRDefault="00610349" w:rsidP="00FD0ED8">
      <w:pPr>
        <w:pStyle w:val="NormalWeb"/>
        <w:spacing w:before="2" w:after="2"/>
      </w:pPr>
      <w:r>
        <w:t>  ___ answers your grade</w:t>
      </w:r>
    </w:p>
    <w:p w:rsidR="00610349" w:rsidRDefault="00610349" w:rsidP="00FD0ED8">
      <w:pPr>
        <w:pStyle w:val="NormalWeb"/>
        <w:spacing w:before="2" w:after="2"/>
      </w:pPr>
      <w:r>
        <w:t>  ___ explains what you could do to improve your grade.</w:t>
      </w:r>
    </w:p>
    <w:p w:rsidR="00610349" w:rsidRDefault="00610349"/>
    <w:p w:rsidR="00610349" w:rsidRDefault="00610349"/>
    <w:p w:rsidR="00610349" w:rsidRPr="00FD0ED8" w:rsidRDefault="00610349">
      <w:pPr>
        <w:rPr>
          <w:color w:val="0000FF"/>
        </w:rPr>
      </w:pPr>
      <w:r w:rsidRPr="00FD0ED8">
        <w:rPr>
          <w:color w:val="0000FF"/>
        </w:rPr>
        <w:t>Write your answer in the Box Below: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8856"/>
      </w:tblGrid>
      <w:tr w:rsidR="00610349" w:rsidRPr="008774F4" w:rsidTr="008774F4">
        <w:tc>
          <w:tcPr>
            <w:tcW w:w="8856" w:type="dxa"/>
          </w:tcPr>
          <w:p w:rsidR="00610349" w:rsidRPr="008774F4" w:rsidRDefault="00610349">
            <w:r>
              <w:t>I wasn’t hear for three days so I couldn’t do that much but I did do war assignment.I think I did good on it because I understood the assignment.My grade is and F because I didn’t know how to post my work on my wiki.I can improve my grade buy figuring out how to post my schoolwork and doing it correct.</w:t>
            </w:r>
          </w:p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  <w:p w:rsidR="00610349" w:rsidRPr="008774F4" w:rsidRDefault="00610349"/>
        </w:tc>
      </w:tr>
      <w:tr w:rsidR="00610349" w:rsidRPr="008774F4" w:rsidTr="008774F4">
        <w:tc>
          <w:tcPr>
            <w:tcW w:w="8856" w:type="dxa"/>
          </w:tcPr>
          <w:p w:rsidR="00610349" w:rsidRDefault="00610349"/>
        </w:tc>
      </w:tr>
    </w:tbl>
    <w:p w:rsidR="00610349" w:rsidRDefault="00610349"/>
    <w:sectPr w:rsidR="00610349" w:rsidSect="004B2FDE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ED8"/>
    <w:rsid w:val="000A1E7A"/>
    <w:rsid w:val="000B65FF"/>
    <w:rsid w:val="003972D8"/>
    <w:rsid w:val="004B2FDE"/>
    <w:rsid w:val="00542AB2"/>
    <w:rsid w:val="00610349"/>
    <w:rsid w:val="00873EEC"/>
    <w:rsid w:val="008774F4"/>
    <w:rsid w:val="008C6FA6"/>
    <w:rsid w:val="00BB0A89"/>
    <w:rsid w:val="00FD0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FD0ED8"/>
    <w:pPr>
      <w:spacing w:beforeLines="1" w:afterLines="1"/>
    </w:pPr>
    <w:rPr>
      <w:rFonts w:ascii="Times" w:hAnsi="Times"/>
      <w:sz w:val="20"/>
      <w:szCs w:val="20"/>
    </w:rPr>
  </w:style>
  <w:style w:type="table" w:styleId="TableGrid">
    <w:name w:val="Table Grid"/>
    <w:basedOn w:val="TableNormal"/>
    <w:uiPriority w:val="99"/>
    <w:rsid w:val="00FD0ED8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50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130</Words>
  <Characters>741</Characters>
  <Application>Microsoft Office Outlook</Application>
  <DocSecurity>0</DocSecurity>
  <Lines>0</Lines>
  <Paragraphs>0</Paragraphs>
  <ScaleCrop>false</ScaleCrop>
  <Company>Shroder High School/Cincinnati Public Schools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Collins Writing:  Go to Powerschool</dc:title>
  <dc:subject/>
  <dc:creator>Craig Rush</dc:creator>
  <cp:keywords/>
  <dc:description/>
  <cp:lastModifiedBy>Cincinnati Public Schools</cp:lastModifiedBy>
  <cp:revision>2</cp:revision>
  <dcterms:created xsi:type="dcterms:W3CDTF">2011-11-07T16:45:00Z</dcterms:created>
  <dcterms:modified xsi:type="dcterms:W3CDTF">2011-11-07T16:45:00Z</dcterms:modified>
</cp:coreProperties>
</file>